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6964951-1E21-48D6-A1A3-505C387B36B2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